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777427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 xml:space="preserve">муниципального района </w:t>
      </w:r>
    </w:p>
    <w:p w:rsidR="00ED4BCC" w:rsidRDefault="00ED4BCC" w:rsidP="00ED4BCC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777427">
        <w:rPr>
          <w:b/>
          <w:sz w:val="30"/>
        </w:rPr>
        <w:t xml:space="preserve"> 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4BCC" w:rsidRDefault="00E34FCC" w:rsidP="00ED4BCC">
      <w:pPr>
        <w:rPr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 xml:space="preserve">от  </w:t>
      </w:r>
      <w:r w:rsidR="004676AF">
        <w:rPr>
          <w:b/>
          <w:sz w:val="28"/>
          <w:szCs w:val="28"/>
          <w:u w:val="single"/>
        </w:rPr>
        <w:t>04</w:t>
      </w:r>
      <w:r w:rsidR="000D58CA">
        <w:rPr>
          <w:b/>
          <w:sz w:val="28"/>
          <w:szCs w:val="28"/>
          <w:u w:val="single"/>
        </w:rPr>
        <w:t>.04</w:t>
      </w:r>
      <w:r w:rsidR="00200785">
        <w:rPr>
          <w:b/>
          <w:sz w:val="28"/>
          <w:szCs w:val="28"/>
          <w:u w:val="single"/>
        </w:rPr>
        <w:t>.202</w:t>
      </w:r>
      <w:r w:rsidR="000D58CA">
        <w:rPr>
          <w:b/>
          <w:sz w:val="28"/>
          <w:szCs w:val="28"/>
          <w:u w:val="single"/>
        </w:rPr>
        <w:t>4</w:t>
      </w:r>
      <w:proofErr w:type="gramEnd"/>
      <w:r w:rsidR="009A4CB9">
        <w:rPr>
          <w:b/>
          <w:sz w:val="28"/>
          <w:szCs w:val="28"/>
          <w:u w:val="single"/>
        </w:rPr>
        <w:t xml:space="preserve"> </w:t>
      </w:r>
      <w:r w:rsidR="007B3DEF">
        <w:rPr>
          <w:b/>
          <w:sz w:val="28"/>
          <w:szCs w:val="28"/>
          <w:u w:val="single"/>
        </w:rPr>
        <w:t xml:space="preserve">  </w:t>
      </w:r>
      <w:r w:rsidR="009A4CB9">
        <w:rPr>
          <w:b/>
          <w:sz w:val="28"/>
          <w:szCs w:val="28"/>
          <w:u w:val="single"/>
        </w:rPr>
        <w:t xml:space="preserve">№ </w:t>
      </w:r>
      <w:r w:rsidR="004676AF">
        <w:rPr>
          <w:b/>
          <w:sz w:val="28"/>
          <w:szCs w:val="28"/>
          <w:u w:val="single"/>
        </w:rPr>
        <w:t>109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8349DD" w:rsidP="00ED4BCC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ED4BCC">
        <w:rPr>
          <w:sz w:val="20"/>
        </w:rPr>
        <w:t>п</w:t>
      </w:r>
      <w:proofErr w:type="spellEnd"/>
      <w:r w:rsidR="00ED4BCC">
        <w:rPr>
          <w:sz w:val="20"/>
        </w:rPr>
        <w:t xml:space="preserve">. Искателей </w:t>
      </w:r>
    </w:p>
    <w:p w:rsidR="00714622" w:rsidRPr="00714622" w:rsidRDefault="00714622" w:rsidP="00936F24">
      <w:pPr>
        <w:tabs>
          <w:tab w:val="left" w:pos="2977"/>
        </w:tabs>
        <w:ind w:right="6520"/>
        <w:jc w:val="both"/>
        <w:rPr>
          <w:bCs/>
          <w:w w:val="105"/>
          <w:sz w:val="22"/>
          <w:szCs w:val="22"/>
        </w:rPr>
      </w:pPr>
      <w:r>
        <w:rPr>
          <w:bCs/>
          <w:w w:val="105"/>
          <w:sz w:val="22"/>
          <w:szCs w:val="22"/>
        </w:rPr>
        <w:t>О</w:t>
      </w:r>
      <w:r w:rsidR="00223190" w:rsidRPr="00223190">
        <w:rPr>
          <w:bCs/>
          <w:w w:val="105"/>
          <w:sz w:val="22"/>
          <w:szCs w:val="22"/>
        </w:rPr>
        <w:t xml:space="preserve"> </w:t>
      </w:r>
      <w:r w:rsidR="008349DD">
        <w:rPr>
          <w:bCs/>
          <w:w w:val="105"/>
          <w:sz w:val="22"/>
          <w:szCs w:val="22"/>
        </w:rPr>
        <w:t xml:space="preserve">внесении изменений в постановление от 18.12.2018 </w:t>
      </w:r>
      <w:r w:rsidR="008349DD">
        <w:rPr>
          <w:bCs/>
          <w:w w:val="105"/>
          <w:sz w:val="22"/>
          <w:szCs w:val="22"/>
        </w:rPr>
        <w:br/>
        <w:t>№ 254п</w:t>
      </w:r>
    </w:p>
    <w:p w:rsidR="00B75E12" w:rsidRPr="0066147D" w:rsidRDefault="00B75E12" w:rsidP="00D20DD4">
      <w:pPr>
        <w:rPr>
          <w:sz w:val="28"/>
          <w:szCs w:val="28"/>
        </w:rPr>
      </w:pPr>
      <w:bookmarkStart w:id="0" w:name="_GoBack"/>
      <w:bookmarkEnd w:id="0"/>
    </w:p>
    <w:p w:rsidR="00D20DD4" w:rsidRPr="00B75E12" w:rsidRDefault="00E72210" w:rsidP="00677DFB">
      <w:pPr>
        <w:ind w:firstLine="709"/>
        <w:jc w:val="both"/>
        <w:rPr>
          <w:sz w:val="26"/>
          <w:szCs w:val="26"/>
        </w:rPr>
      </w:pPr>
      <w:r w:rsidRPr="00B75E12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E307D1">
        <w:rPr>
          <w:sz w:val="26"/>
          <w:szCs w:val="26"/>
        </w:rPr>
        <w:t>,</w:t>
      </w:r>
      <w:r w:rsidR="00B32F52" w:rsidRPr="00B75E12">
        <w:rPr>
          <w:sz w:val="26"/>
          <w:szCs w:val="26"/>
        </w:rPr>
        <w:t xml:space="preserve"> </w:t>
      </w:r>
      <w:r w:rsidR="0033491F" w:rsidRPr="0033491F">
        <w:rPr>
          <w:sz w:val="26"/>
          <w:szCs w:val="26"/>
        </w:rPr>
        <w:t>Закон</w:t>
      </w:r>
      <w:r w:rsidR="0033491F">
        <w:rPr>
          <w:sz w:val="26"/>
          <w:szCs w:val="26"/>
        </w:rPr>
        <w:t>ом</w:t>
      </w:r>
      <w:r w:rsidR="0033491F" w:rsidRPr="0033491F">
        <w:rPr>
          <w:sz w:val="26"/>
          <w:szCs w:val="26"/>
        </w:rPr>
        <w:t xml:space="preserve"> </w:t>
      </w:r>
      <w:r w:rsidR="0033491F">
        <w:rPr>
          <w:sz w:val="26"/>
          <w:szCs w:val="26"/>
        </w:rPr>
        <w:t>Ненецкого автономного округа от 26.03.2024 № 25-ОЗ «</w:t>
      </w:r>
      <w:r w:rsidR="0033491F" w:rsidRPr="0033491F">
        <w:rPr>
          <w:sz w:val="26"/>
          <w:szCs w:val="26"/>
        </w:rPr>
        <w:t>О внесении изменений в отдельные зако</w:t>
      </w:r>
      <w:r w:rsidR="0033491F">
        <w:rPr>
          <w:sz w:val="26"/>
          <w:szCs w:val="26"/>
        </w:rPr>
        <w:t>ны Ненецкого автономного округа»</w:t>
      </w:r>
      <w:r w:rsidR="00D20DD4" w:rsidRPr="00B75E12">
        <w:rPr>
          <w:sz w:val="26"/>
          <w:szCs w:val="26"/>
        </w:rPr>
        <w:t xml:space="preserve"> </w:t>
      </w:r>
      <w:r w:rsidR="00E307D1" w:rsidRPr="00E307D1">
        <w:rPr>
          <w:sz w:val="26"/>
          <w:szCs w:val="26"/>
        </w:rPr>
        <w:t>Администрация муниципального района «Заполярный район</w:t>
      </w:r>
      <w:r w:rsidR="005E69D5">
        <w:rPr>
          <w:sz w:val="26"/>
          <w:szCs w:val="26"/>
        </w:rPr>
        <w:t>» Ненецкого автономного округа»</w:t>
      </w:r>
      <w:r w:rsidR="00E307D1" w:rsidRPr="00E307D1">
        <w:rPr>
          <w:sz w:val="26"/>
          <w:szCs w:val="26"/>
        </w:rPr>
        <w:t xml:space="preserve"> </w:t>
      </w:r>
      <w:r w:rsidR="00D20DD4" w:rsidRPr="00B75E12">
        <w:rPr>
          <w:sz w:val="26"/>
          <w:szCs w:val="26"/>
        </w:rPr>
        <w:t>ПОСТАНОВЛЯЕТ:</w:t>
      </w:r>
    </w:p>
    <w:p w:rsidR="00D20DD4" w:rsidRPr="00B75E12" w:rsidRDefault="00D20DD4" w:rsidP="00D20DD4">
      <w:pPr>
        <w:ind w:firstLine="709"/>
        <w:jc w:val="both"/>
        <w:rPr>
          <w:sz w:val="26"/>
          <w:szCs w:val="26"/>
        </w:rPr>
      </w:pPr>
    </w:p>
    <w:p w:rsidR="00936F24" w:rsidRPr="00B75E12" w:rsidRDefault="00936F2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Внести в </w:t>
      </w:r>
      <w:hyperlink r:id="rId7" w:history="1">
        <w:r w:rsidRPr="00B75E12">
          <w:rPr>
            <w:rStyle w:val="a6"/>
            <w:bCs/>
            <w:color w:val="auto"/>
            <w:sz w:val="26"/>
            <w:szCs w:val="26"/>
            <w:u w:val="none"/>
          </w:rPr>
          <w:t>постановление</w:t>
        </w:r>
      </w:hyperlink>
      <w:r w:rsidRPr="00B75E12">
        <w:rPr>
          <w:bCs/>
          <w:sz w:val="26"/>
          <w:szCs w:val="26"/>
        </w:rPr>
        <w:t xml:space="preserve"> Администрации муниципального района «Заполярный район» Ненецкого автономного округа</w:t>
      </w:r>
      <w:r w:rsidR="00012EA5" w:rsidRPr="00B75E12">
        <w:rPr>
          <w:bCs/>
          <w:sz w:val="26"/>
          <w:szCs w:val="26"/>
        </w:rPr>
        <w:t>»</w:t>
      </w:r>
      <w:r w:rsidRPr="00B75E12">
        <w:rPr>
          <w:bCs/>
          <w:sz w:val="26"/>
          <w:szCs w:val="26"/>
        </w:rPr>
        <w:t xml:space="preserve"> от 18.12.2018 № 254п «О стоимости проезда и провоза багажа общественным автомобильным транспортом по муниципальному маршруту регулярных перевозок «п. Искателей - п. Красное» (за исключением перевозок, осуществляемых муниципальными предприятиями и учреждениями)</w:t>
      </w:r>
      <w:r w:rsidR="00EE2DE5" w:rsidRPr="00B75E12">
        <w:rPr>
          <w:bCs/>
          <w:sz w:val="26"/>
          <w:szCs w:val="26"/>
        </w:rPr>
        <w:t xml:space="preserve"> (в редакции постановлений Администрации Заполярного района от 25.07.2019 № 119п, от 13.05.2022 № 102п, от 10.11.2022 № 270п, от 01.12.2022 </w:t>
      </w:r>
      <w:r w:rsidR="00EE2DE5" w:rsidRPr="00B75E12">
        <w:rPr>
          <w:bCs/>
          <w:sz w:val="26"/>
          <w:szCs w:val="26"/>
        </w:rPr>
        <w:br/>
        <w:t>№ 299п</w:t>
      </w:r>
      <w:r w:rsidR="002E0418">
        <w:rPr>
          <w:bCs/>
          <w:sz w:val="26"/>
          <w:szCs w:val="26"/>
        </w:rPr>
        <w:t>, от 19.12.2022 № 319п</w:t>
      </w:r>
      <w:r w:rsidR="000D58CA">
        <w:rPr>
          <w:bCs/>
          <w:sz w:val="26"/>
          <w:szCs w:val="26"/>
        </w:rPr>
        <w:t>, 06.12.2023 № 400п</w:t>
      </w:r>
      <w:r w:rsidR="00EE2DE5" w:rsidRPr="00B75E12">
        <w:rPr>
          <w:bCs/>
          <w:sz w:val="26"/>
          <w:szCs w:val="26"/>
        </w:rPr>
        <w:t>)</w:t>
      </w:r>
      <w:r w:rsidRPr="00B75E12">
        <w:rPr>
          <w:bCs/>
          <w:sz w:val="26"/>
          <w:szCs w:val="26"/>
        </w:rPr>
        <w:t xml:space="preserve"> следующие изменения:</w:t>
      </w:r>
    </w:p>
    <w:p w:rsidR="000D58CA" w:rsidRDefault="00FE5CF2" w:rsidP="00FE5CF2">
      <w:pPr>
        <w:pStyle w:val="a7"/>
        <w:numPr>
          <w:ilvl w:val="1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  <w:r>
        <w:rPr>
          <w:bCs/>
          <w:sz w:val="26"/>
          <w:szCs w:val="26"/>
        </w:rPr>
        <w:t>А</w:t>
      </w:r>
      <w:r w:rsidR="00E746EA" w:rsidRPr="00FE5CF2">
        <w:rPr>
          <w:bCs/>
          <w:sz w:val="26"/>
          <w:szCs w:val="26"/>
        </w:rPr>
        <w:t>бзац</w:t>
      </w:r>
      <w:r w:rsidR="000D58CA" w:rsidRPr="00FE5CF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четвертый пункта 2.1 исключить.</w:t>
      </w:r>
    </w:p>
    <w:p w:rsidR="007B263C" w:rsidRPr="00FE5CF2" w:rsidRDefault="00FE5CF2" w:rsidP="00FE5CF2">
      <w:pPr>
        <w:pStyle w:val="a7"/>
        <w:numPr>
          <w:ilvl w:val="1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  <w:r>
        <w:rPr>
          <w:bCs/>
          <w:sz w:val="26"/>
          <w:szCs w:val="26"/>
        </w:rPr>
        <w:t>Пункт 2.2 исключить.</w:t>
      </w:r>
      <w:r w:rsidR="007B263C" w:rsidRPr="00FE5CF2">
        <w:rPr>
          <w:bCs/>
          <w:sz w:val="26"/>
          <w:szCs w:val="26"/>
        </w:rPr>
        <w:t xml:space="preserve"> </w:t>
      </w:r>
    </w:p>
    <w:p w:rsidR="002326B4" w:rsidRPr="00B75E12" w:rsidRDefault="002326B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Отделу ЖКХ, энергетики, транспорта и экологии Администрации Заполярного района довести данное постановление до </w:t>
      </w:r>
      <w:r w:rsidR="0019408C" w:rsidRPr="00B75E12">
        <w:rPr>
          <w:bCs/>
          <w:sz w:val="26"/>
          <w:szCs w:val="26"/>
        </w:rPr>
        <w:t>исполнителя муниципального контракта на оказание услуг по перевозке пассажиров и багажа автомобильным транспортом по муниципальному маршруту регулярных перевозок муниципального района «Заполярный район» в целях его исполнения.</w:t>
      </w:r>
    </w:p>
    <w:p w:rsidR="00EE2DE5" w:rsidRPr="00B75E12" w:rsidRDefault="00EE2DE5" w:rsidP="00AC6C61">
      <w:pPr>
        <w:pStyle w:val="a7"/>
        <w:numPr>
          <w:ilvl w:val="0"/>
          <w:numId w:val="1"/>
        </w:numPr>
        <w:ind w:left="0" w:firstLine="709"/>
        <w:jc w:val="both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>Контроль за исполнением настоящего постановления возложить на заместителя главы Администрации Заполярного района по инфраструктурному развитию.</w:t>
      </w:r>
    </w:p>
    <w:p w:rsidR="00D20DD4" w:rsidRPr="00B75E12" w:rsidRDefault="00D20DD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Настоящее постановление </w:t>
      </w:r>
      <w:r w:rsidR="001E7927" w:rsidRPr="00B75E12">
        <w:rPr>
          <w:bCs/>
          <w:sz w:val="26"/>
          <w:szCs w:val="26"/>
        </w:rPr>
        <w:t xml:space="preserve">вступает в силу </w:t>
      </w:r>
      <w:r w:rsidR="00936F24" w:rsidRPr="00B75E12">
        <w:rPr>
          <w:bCs/>
          <w:sz w:val="26"/>
          <w:szCs w:val="26"/>
        </w:rPr>
        <w:t>с 0</w:t>
      </w:r>
      <w:r w:rsidR="00816F51">
        <w:rPr>
          <w:bCs/>
          <w:sz w:val="26"/>
          <w:szCs w:val="26"/>
        </w:rPr>
        <w:t>7</w:t>
      </w:r>
      <w:r w:rsidR="00936F24" w:rsidRPr="00B75E12">
        <w:rPr>
          <w:bCs/>
          <w:sz w:val="26"/>
          <w:szCs w:val="26"/>
        </w:rPr>
        <w:t xml:space="preserve"> </w:t>
      </w:r>
      <w:r w:rsidR="00816F51">
        <w:rPr>
          <w:bCs/>
          <w:sz w:val="26"/>
          <w:szCs w:val="26"/>
        </w:rPr>
        <w:t>апреля</w:t>
      </w:r>
      <w:r w:rsidR="00CF1295" w:rsidRPr="00B75E12">
        <w:rPr>
          <w:bCs/>
          <w:sz w:val="26"/>
          <w:szCs w:val="26"/>
        </w:rPr>
        <w:t xml:space="preserve"> 202</w:t>
      </w:r>
      <w:r w:rsidR="00030C1B">
        <w:rPr>
          <w:bCs/>
          <w:sz w:val="26"/>
          <w:szCs w:val="26"/>
        </w:rPr>
        <w:t>4</w:t>
      </w:r>
      <w:r w:rsidR="00936F24" w:rsidRPr="00B75E12">
        <w:rPr>
          <w:bCs/>
          <w:sz w:val="26"/>
          <w:szCs w:val="26"/>
        </w:rPr>
        <w:t xml:space="preserve"> года </w:t>
      </w:r>
      <w:r w:rsidR="001E7927" w:rsidRPr="00B75E12">
        <w:rPr>
          <w:bCs/>
          <w:sz w:val="26"/>
          <w:szCs w:val="26"/>
        </w:rPr>
        <w:t>и подлежит официальному опубликованию.</w:t>
      </w:r>
    </w:p>
    <w:p w:rsidR="00C440D5" w:rsidRPr="00B75E12" w:rsidRDefault="00C440D5" w:rsidP="00C440D5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6"/>
          <w:szCs w:val="26"/>
        </w:rPr>
      </w:pPr>
    </w:p>
    <w:p w:rsidR="00651EE7" w:rsidRPr="00B75E12" w:rsidRDefault="00651EE7" w:rsidP="005365E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C440D5" w:rsidRPr="00B75E12" w:rsidRDefault="00FA5172" w:rsidP="00FA517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>Глава Администрации</w:t>
      </w:r>
    </w:p>
    <w:p w:rsidR="007A294B" w:rsidRPr="006C2C68" w:rsidRDefault="00FA5172" w:rsidP="00E46BA2">
      <w:pPr>
        <w:overflowPunct w:val="0"/>
        <w:autoSpaceDE w:val="0"/>
        <w:autoSpaceDN w:val="0"/>
        <w:adjustRightInd w:val="0"/>
        <w:ind w:right="-568"/>
        <w:jc w:val="both"/>
        <w:textAlignment w:val="baseline"/>
        <w:rPr>
          <w:bCs/>
          <w:sz w:val="25"/>
          <w:szCs w:val="25"/>
        </w:rPr>
      </w:pPr>
      <w:r w:rsidRPr="00B75E12">
        <w:rPr>
          <w:bCs/>
          <w:sz w:val="26"/>
          <w:szCs w:val="26"/>
        </w:rPr>
        <w:t xml:space="preserve">Заполярного района                                                                  </w:t>
      </w:r>
      <w:r w:rsidR="00E63ADA" w:rsidRPr="00B75E12">
        <w:rPr>
          <w:bCs/>
          <w:sz w:val="26"/>
          <w:szCs w:val="26"/>
        </w:rPr>
        <w:t xml:space="preserve">         </w:t>
      </w:r>
      <w:r w:rsidRPr="00B75E12">
        <w:rPr>
          <w:bCs/>
          <w:sz w:val="26"/>
          <w:szCs w:val="26"/>
        </w:rPr>
        <w:t xml:space="preserve"> </w:t>
      </w:r>
      <w:r w:rsidR="00E46BA2" w:rsidRPr="00B75E12">
        <w:rPr>
          <w:bCs/>
          <w:sz w:val="26"/>
          <w:szCs w:val="26"/>
        </w:rPr>
        <w:t xml:space="preserve">  </w:t>
      </w:r>
      <w:r w:rsidR="00114402" w:rsidRPr="00B75E12">
        <w:rPr>
          <w:bCs/>
          <w:sz w:val="26"/>
          <w:szCs w:val="26"/>
        </w:rPr>
        <w:t xml:space="preserve">   </w:t>
      </w:r>
      <w:r w:rsidRPr="00B75E12">
        <w:rPr>
          <w:bCs/>
          <w:sz w:val="26"/>
          <w:szCs w:val="26"/>
        </w:rPr>
        <w:t xml:space="preserve">   </w:t>
      </w:r>
      <w:r w:rsidR="00E63ADA" w:rsidRPr="00B75E12">
        <w:rPr>
          <w:bCs/>
          <w:sz w:val="26"/>
          <w:szCs w:val="26"/>
        </w:rPr>
        <w:t>Н.Л. Михайлова</w:t>
      </w:r>
    </w:p>
    <w:p w:rsidR="00CB01DA" w:rsidRPr="006C2C68" w:rsidRDefault="00CB01DA" w:rsidP="00CB01DA">
      <w:pPr>
        <w:rPr>
          <w:sz w:val="25"/>
          <w:szCs w:val="25"/>
        </w:rPr>
      </w:pPr>
    </w:p>
    <w:p w:rsidR="00CB01DA" w:rsidRPr="006C2C68" w:rsidRDefault="00CB01DA" w:rsidP="00CB01DA">
      <w:pPr>
        <w:rPr>
          <w:sz w:val="25"/>
          <w:szCs w:val="25"/>
        </w:rPr>
      </w:pPr>
    </w:p>
    <w:p w:rsidR="00CB01DA" w:rsidRPr="006C2C68" w:rsidRDefault="00CB01DA" w:rsidP="00CB01DA">
      <w:pPr>
        <w:rPr>
          <w:sz w:val="25"/>
          <w:szCs w:val="25"/>
        </w:rPr>
      </w:pPr>
    </w:p>
    <w:sectPr w:rsidR="00CB01DA" w:rsidRPr="006C2C68" w:rsidSect="004676A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12EA5"/>
    <w:rsid w:val="00030C1B"/>
    <w:rsid w:val="00055886"/>
    <w:rsid w:val="000D1D0A"/>
    <w:rsid w:val="000D58CA"/>
    <w:rsid w:val="000E6519"/>
    <w:rsid w:val="000E7ED4"/>
    <w:rsid w:val="00105246"/>
    <w:rsid w:val="00114402"/>
    <w:rsid w:val="00120441"/>
    <w:rsid w:val="00121019"/>
    <w:rsid w:val="00137E5F"/>
    <w:rsid w:val="0019408C"/>
    <w:rsid w:val="0019501F"/>
    <w:rsid w:val="001D763F"/>
    <w:rsid w:val="001E706E"/>
    <w:rsid w:val="001E7927"/>
    <w:rsid w:val="00200785"/>
    <w:rsid w:val="00200F5D"/>
    <w:rsid w:val="00223190"/>
    <w:rsid w:val="002326B4"/>
    <w:rsid w:val="00286277"/>
    <w:rsid w:val="002D746B"/>
    <w:rsid w:val="002E0418"/>
    <w:rsid w:val="002F461F"/>
    <w:rsid w:val="00303F7F"/>
    <w:rsid w:val="003124F6"/>
    <w:rsid w:val="0033491F"/>
    <w:rsid w:val="003F720D"/>
    <w:rsid w:val="00443EFB"/>
    <w:rsid w:val="00451956"/>
    <w:rsid w:val="004676AF"/>
    <w:rsid w:val="00472CE9"/>
    <w:rsid w:val="004E72CC"/>
    <w:rsid w:val="005365E9"/>
    <w:rsid w:val="00594E06"/>
    <w:rsid w:val="005E69D5"/>
    <w:rsid w:val="00651EE7"/>
    <w:rsid w:val="0066147D"/>
    <w:rsid w:val="00677DFB"/>
    <w:rsid w:val="006A5551"/>
    <w:rsid w:val="006B583F"/>
    <w:rsid w:val="006C2C68"/>
    <w:rsid w:val="006C2D07"/>
    <w:rsid w:val="006C7195"/>
    <w:rsid w:val="006D458E"/>
    <w:rsid w:val="006E61C3"/>
    <w:rsid w:val="006F7F43"/>
    <w:rsid w:val="00714622"/>
    <w:rsid w:val="00751F5F"/>
    <w:rsid w:val="00771C54"/>
    <w:rsid w:val="00777427"/>
    <w:rsid w:val="007A294B"/>
    <w:rsid w:val="007B263C"/>
    <w:rsid w:val="007B3DEF"/>
    <w:rsid w:val="007B4922"/>
    <w:rsid w:val="007B7799"/>
    <w:rsid w:val="007C326A"/>
    <w:rsid w:val="007D1762"/>
    <w:rsid w:val="007E5869"/>
    <w:rsid w:val="007F49E1"/>
    <w:rsid w:val="00816F51"/>
    <w:rsid w:val="008349DD"/>
    <w:rsid w:val="00871814"/>
    <w:rsid w:val="00873CCC"/>
    <w:rsid w:val="00893DB0"/>
    <w:rsid w:val="008B74B6"/>
    <w:rsid w:val="00936F24"/>
    <w:rsid w:val="00950865"/>
    <w:rsid w:val="00965606"/>
    <w:rsid w:val="009A4CB9"/>
    <w:rsid w:val="00A44637"/>
    <w:rsid w:val="00A5435E"/>
    <w:rsid w:val="00A61A0A"/>
    <w:rsid w:val="00A678D2"/>
    <w:rsid w:val="00AA0243"/>
    <w:rsid w:val="00AC6C61"/>
    <w:rsid w:val="00B32F52"/>
    <w:rsid w:val="00B75E12"/>
    <w:rsid w:val="00B75F8D"/>
    <w:rsid w:val="00C118BE"/>
    <w:rsid w:val="00C21FDD"/>
    <w:rsid w:val="00C440D5"/>
    <w:rsid w:val="00CA635F"/>
    <w:rsid w:val="00CB01DA"/>
    <w:rsid w:val="00CF1295"/>
    <w:rsid w:val="00D20DD4"/>
    <w:rsid w:val="00D70841"/>
    <w:rsid w:val="00DA1BF3"/>
    <w:rsid w:val="00DC2BDD"/>
    <w:rsid w:val="00E0783B"/>
    <w:rsid w:val="00E307D1"/>
    <w:rsid w:val="00E34FCC"/>
    <w:rsid w:val="00E4166F"/>
    <w:rsid w:val="00E46BA2"/>
    <w:rsid w:val="00E63ADA"/>
    <w:rsid w:val="00E662F3"/>
    <w:rsid w:val="00E72210"/>
    <w:rsid w:val="00E746EA"/>
    <w:rsid w:val="00ED4BCC"/>
    <w:rsid w:val="00EE2DE5"/>
    <w:rsid w:val="00EE524E"/>
    <w:rsid w:val="00EF245E"/>
    <w:rsid w:val="00F258D1"/>
    <w:rsid w:val="00F87B62"/>
    <w:rsid w:val="00FA5172"/>
    <w:rsid w:val="00FC058F"/>
    <w:rsid w:val="00FE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F6BD"/>
  <w15:docId w15:val="{C79681C1-6FFD-43FE-9AB5-487C51D7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basedOn w:val="a0"/>
    <w:uiPriority w:val="99"/>
    <w:unhideWhenUsed/>
    <w:rsid w:val="00936F2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71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3B75206BA9586E5D8489407D85C199255E05448315B53E689BD8E744A38B1F4C89A4992DA9B3BA8B2F6FBED511C1F0466C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C1336-ED7A-4925-B1E3-F52E70FA7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1742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Горячевская Ирина Павловна</cp:lastModifiedBy>
  <cp:revision>89</cp:revision>
  <cp:lastPrinted>2022-12-15T13:39:00Z</cp:lastPrinted>
  <dcterms:created xsi:type="dcterms:W3CDTF">2015-11-16T17:34:00Z</dcterms:created>
  <dcterms:modified xsi:type="dcterms:W3CDTF">2024-04-04T07:43:00Z</dcterms:modified>
</cp:coreProperties>
</file>